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5F0" w:rsidRDefault="009335F0" w:rsidP="00267847">
      <w:pPr>
        <w:spacing w:after="0" w:line="240" w:lineRule="auto"/>
        <w:ind w:left="50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9335F0" w:rsidRDefault="009335F0" w:rsidP="00267847">
      <w:pPr>
        <w:spacing w:after="0" w:line="240" w:lineRule="auto"/>
        <w:ind w:left="50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</w:t>
      </w:r>
      <w:r w:rsidRPr="004B241A"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 xml:space="preserve"> П</w:t>
      </w:r>
      <w:r w:rsidRPr="004B241A">
        <w:rPr>
          <w:rFonts w:ascii="Times New Roman" w:hAnsi="Times New Roman"/>
          <w:sz w:val="28"/>
          <w:szCs w:val="28"/>
        </w:rPr>
        <w:t>орядку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B241A">
        <w:rPr>
          <w:rFonts w:ascii="Times New Roman" w:hAnsi="Times New Roman"/>
          <w:sz w:val="28"/>
          <w:szCs w:val="28"/>
        </w:rPr>
        <w:t xml:space="preserve">надання грошової </w:t>
      </w:r>
    </w:p>
    <w:p w:rsidR="009335F0" w:rsidRPr="004B241A" w:rsidRDefault="009335F0" w:rsidP="00267847">
      <w:pPr>
        <w:spacing w:after="0" w:line="240" w:lineRule="auto"/>
        <w:ind w:left="5040"/>
        <w:rPr>
          <w:rFonts w:ascii="Times New Roman" w:hAnsi="Times New Roman"/>
          <w:sz w:val="28"/>
          <w:szCs w:val="28"/>
        </w:rPr>
      </w:pPr>
      <w:r w:rsidRPr="004B241A">
        <w:rPr>
          <w:rFonts w:ascii="Times New Roman" w:hAnsi="Times New Roman"/>
          <w:sz w:val="28"/>
          <w:szCs w:val="28"/>
        </w:rPr>
        <w:t>допомоги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B241A">
        <w:rPr>
          <w:rFonts w:ascii="Times New Roman" w:hAnsi="Times New Roman"/>
          <w:sz w:val="28"/>
          <w:szCs w:val="28"/>
        </w:rPr>
        <w:t xml:space="preserve">учасникам антитерористичної операції, волонтерам, які надають </w:t>
      </w:r>
    </w:p>
    <w:p w:rsidR="009335F0" w:rsidRPr="004B241A" w:rsidRDefault="009335F0" w:rsidP="00267847">
      <w:pPr>
        <w:spacing w:after="0" w:line="240" w:lineRule="auto"/>
        <w:ind w:left="5040"/>
        <w:rPr>
          <w:rFonts w:ascii="Times New Roman" w:hAnsi="Times New Roman"/>
          <w:sz w:val="28"/>
          <w:szCs w:val="28"/>
        </w:rPr>
      </w:pPr>
      <w:r w:rsidRPr="004B241A">
        <w:rPr>
          <w:rFonts w:ascii="Times New Roman" w:hAnsi="Times New Roman"/>
          <w:sz w:val="28"/>
          <w:szCs w:val="28"/>
        </w:rPr>
        <w:t>волонтерську допомогу в районі</w:t>
      </w:r>
    </w:p>
    <w:p w:rsidR="009335F0" w:rsidRPr="004B241A" w:rsidRDefault="009335F0" w:rsidP="00267847">
      <w:pPr>
        <w:spacing w:after="0" w:line="240" w:lineRule="auto"/>
        <w:ind w:left="5040"/>
        <w:rPr>
          <w:rFonts w:ascii="Times New Roman" w:hAnsi="Times New Roman"/>
          <w:sz w:val="28"/>
          <w:szCs w:val="28"/>
        </w:rPr>
      </w:pPr>
      <w:r w:rsidRPr="004B241A">
        <w:rPr>
          <w:rFonts w:ascii="Times New Roman" w:hAnsi="Times New Roman"/>
          <w:sz w:val="28"/>
          <w:szCs w:val="28"/>
        </w:rPr>
        <w:t xml:space="preserve">проведення антитерористичної </w:t>
      </w:r>
    </w:p>
    <w:p w:rsidR="009335F0" w:rsidRPr="004B241A" w:rsidRDefault="009335F0" w:rsidP="00267847">
      <w:pPr>
        <w:spacing w:after="0" w:line="240" w:lineRule="auto"/>
        <w:ind w:left="5040"/>
        <w:rPr>
          <w:rFonts w:ascii="Times New Roman" w:hAnsi="Times New Roman"/>
          <w:sz w:val="28"/>
          <w:szCs w:val="28"/>
        </w:rPr>
      </w:pPr>
      <w:r w:rsidRPr="004B241A">
        <w:rPr>
          <w:rFonts w:ascii="Times New Roman" w:hAnsi="Times New Roman"/>
          <w:sz w:val="28"/>
          <w:szCs w:val="28"/>
        </w:rPr>
        <w:t xml:space="preserve">операції, бойових дій та збройного </w:t>
      </w:r>
    </w:p>
    <w:p w:rsidR="009335F0" w:rsidRPr="004B241A" w:rsidRDefault="009335F0" w:rsidP="00267847">
      <w:pPr>
        <w:spacing w:after="0" w:line="240" w:lineRule="auto"/>
        <w:ind w:left="5040"/>
        <w:rPr>
          <w:rFonts w:ascii="Times New Roman" w:hAnsi="Times New Roman"/>
          <w:sz w:val="28"/>
          <w:szCs w:val="28"/>
          <w:lang w:val="uk-UA"/>
        </w:rPr>
      </w:pPr>
      <w:r w:rsidRPr="004B241A">
        <w:rPr>
          <w:rFonts w:ascii="Times New Roman" w:hAnsi="Times New Roman"/>
          <w:sz w:val="28"/>
          <w:szCs w:val="28"/>
        </w:rPr>
        <w:t>конфлікту, та членам їх сімей</w:t>
      </w:r>
      <w:r w:rsidRPr="004B241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335F0" w:rsidRPr="004B241A" w:rsidRDefault="009335F0" w:rsidP="003153F7">
      <w:pPr>
        <w:ind w:left="-709"/>
        <w:jc w:val="both"/>
        <w:rPr>
          <w:rFonts w:ascii="Times New Roman" w:hAnsi="Times New Roman"/>
          <w:sz w:val="24"/>
          <w:szCs w:val="24"/>
          <w:u w:val="single"/>
        </w:rPr>
      </w:pPr>
    </w:p>
    <w:p w:rsidR="009335F0" w:rsidRPr="004B241A" w:rsidRDefault="009335F0" w:rsidP="003153F7">
      <w:pPr>
        <w:ind w:left="-709"/>
        <w:jc w:val="both"/>
        <w:rPr>
          <w:rFonts w:ascii="Times New Roman" w:hAnsi="Times New Roman"/>
          <w:sz w:val="24"/>
          <w:szCs w:val="24"/>
          <w:u w:val="single"/>
        </w:rPr>
      </w:pPr>
    </w:p>
    <w:p w:rsidR="009335F0" w:rsidRPr="003153F7" w:rsidRDefault="009335F0" w:rsidP="00955DA7">
      <w:pPr>
        <w:ind w:left="-709" w:firstLine="709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  <w:r w:rsidRPr="00955DA7">
        <w:rPr>
          <w:rFonts w:ascii="Times New Roman" w:hAnsi="Times New Roman"/>
          <w:sz w:val="24"/>
          <w:szCs w:val="24"/>
        </w:rPr>
        <w:t>№</w:t>
      </w:r>
      <w:r w:rsidRPr="003153F7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3153F7">
        <w:rPr>
          <w:rFonts w:ascii="Times New Roman" w:hAnsi="Times New Roman"/>
          <w:sz w:val="24"/>
          <w:szCs w:val="24"/>
          <w:u w:val="single"/>
          <w:lang w:val="uk-UA"/>
        </w:rPr>
        <w:t xml:space="preserve">       </w:t>
      </w:r>
      <w:r w:rsidRPr="003153F7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955DA7">
        <w:rPr>
          <w:rFonts w:ascii="Times New Roman" w:hAnsi="Times New Roman"/>
          <w:sz w:val="24"/>
          <w:szCs w:val="24"/>
        </w:rPr>
        <w:t>від</w:t>
      </w:r>
      <w:r w:rsidRPr="003153F7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val="uk-UA"/>
        </w:rPr>
        <w:t xml:space="preserve">                </w:t>
      </w:r>
      <w:r w:rsidRPr="00330C2E">
        <w:rPr>
          <w:rFonts w:ascii="Times New Roman" w:hAnsi="Times New Roman"/>
          <w:sz w:val="24"/>
          <w:szCs w:val="24"/>
          <w:lang w:val="uk-UA"/>
        </w:rPr>
        <w:t>2016р.</w:t>
      </w:r>
      <w:r w:rsidRPr="003153F7">
        <w:rPr>
          <w:rFonts w:ascii="Times New Roman" w:hAnsi="Times New Roman"/>
          <w:sz w:val="24"/>
          <w:szCs w:val="24"/>
          <w:u w:val="single"/>
          <w:lang w:val="uk-UA"/>
        </w:rPr>
        <w:t xml:space="preserve">                       </w:t>
      </w:r>
    </w:p>
    <w:p w:rsidR="009335F0" w:rsidRPr="00BF1D03" w:rsidRDefault="009335F0" w:rsidP="00382CB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F1D03">
        <w:rPr>
          <w:rFonts w:ascii="Times New Roman" w:hAnsi="Times New Roman"/>
          <w:b/>
          <w:sz w:val="28"/>
          <w:szCs w:val="28"/>
          <w:lang w:val="uk-UA"/>
        </w:rPr>
        <w:t>ДОВІДКА</w:t>
      </w:r>
    </w:p>
    <w:p w:rsidR="009335F0" w:rsidRDefault="009335F0" w:rsidP="00382CB7">
      <w:pPr>
        <w:ind w:left="-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35F0" w:rsidRDefault="009335F0" w:rsidP="00960843">
      <w:pPr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Видана________________________________________________________,</w:t>
      </w:r>
    </w:p>
    <w:p w:rsidR="009335F0" w:rsidRDefault="009335F0" w:rsidP="00D730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учаснику антитерористичної операції в тому, що він (вона) потребує зубопротезування з</w:t>
      </w:r>
      <w:r w:rsidRPr="00706199">
        <w:rPr>
          <w:rFonts w:ascii="Times New Roman" w:hAnsi="Times New Roman"/>
          <w:sz w:val="28"/>
          <w:szCs w:val="28"/>
        </w:rPr>
        <w:t>_______________</w:t>
      </w:r>
      <w:r>
        <w:rPr>
          <w:rFonts w:ascii="Times New Roman" w:hAnsi="Times New Roman"/>
          <w:sz w:val="28"/>
          <w:szCs w:val="28"/>
          <w:lang w:val="uk-UA"/>
        </w:rPr>
        <w:t>__________________</w:t>
      </w:r>
      <w:r w:rsidRPr="00706199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  <w:lang w:val="uk-UA"/>
        </w:rPr>
        <w:t>загальною сумою</w:t>
      </w:r>
    </w:p>
    <w:p w:rsidR="009335F0" w:rsidRPr="006B11AB" w:rsidRDefault="009335F0" w:rsidP="00D7306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(вказати матеріал)</w:t>
      </w:r>
    </w:p>
    <w:p w:rsidR="009335F0" w:rsidRDefault="009335F0" w:rsidP="00D730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_______________ (_____________________________________________)грн.</w:t>
      </w:r>
    </w:p>
    <w:p w:rsidR="009335F0" w:rsidRPr="00D73067" w:rsidRDefault="009335F0" w:rsidP="00D7306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sz w:val="24"/>
          <w:szCs w:val="24"/>
          <w:lang w:val="uk-UA"/>
        </w:rPr>
        <w:t>(цифрами)                                                        (словами)</w:t>
      </w:r>
    </w:p>
    <w:p w:rsidR="009335F0" w:rsidRDefault="009335F0" w:rsidP="00960843">
      <w:pPr>
        <w:tabs>
          <w:tab w:val="left" w:pos="1418"/>
        </w:tabs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Довідка видана на підставі реєстру №____ та консультаційного висновку спеціаліста від ________ 2016р. для подання в Департамент соціального захисту населення Чернівецької обласної державної адміністрації.</w:t>
      </w:r>
    </w:p>
    <w:p w:rsidR="009335F0" w:rsidRDefault="009335F0" w:rsidP="00382CB7">
      <w:pPr>
        <w:ind w:left="-709" w:firstLine="42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35F0" w:rsidRDefault="009335F0" w:rsidP="007E6E27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Головний лікар                       </w:t>
      </w:r>
      <w:r w:rsidRPr="007E6E27">
        <w:rPr>
          <w:rFonts w:ascii="Times New Roman" w:hAnsi="Times New Roman"/>
          <w:sz w:val="28"/>
          <w:szCs w:val="28"/>
          <w:lang w:val="uk-UA"/>
        </w:rPr>
        <w:t>______________     _____________</w:t>
      </w:r>
      <w:r w:rsidRPr="00955DA7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</w:p>
    <w:p w:rsidR="009335F0" w:rsidRPr="009A4BF6" w:rsidRDefault="009335F0" w:rsidP="007E6E2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9A4BF6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</w:t>
      </w:r>
      <w:r w:rsidRPr="009A4BF6">
        <w:rPr>
          <w:rFonts w:ascii="Times New Roman" w:hAnsi="Times New Roman"/>
          <w:sz w:val="24"/>
          <w:szCs w:val="24"/>
          <w:lang w:val="uk-UA"/>
        </w:rPr>
        <w:t xml:space="preserve">                        (підпис)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Pr="009A4BF6">
        <w:rPr>
          <w:rFonts w:ascii="Times New Roman" w:hAnsi="Times New Roman"/>
          <w:sz w:val="24"/>
          <w:szCs w:val="24"/>
          <w:lang w:val="uk-UA"/>
        </w:rPr>
        <w:t xml:space="preserve">  (ПІБ)</w:t>
      </w:r>
    </w:p>
    <w:p w:rsidR="009335F0" w:rsidRDefault="009335F0" w:rsidP="007E6E27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700452">
        <w:rPr>
          <w:rFonts w:ascii="Times New Roman" w:hAnsi="Times New Roman"/>
          <w:sz w:val="28"/>
          <w:szCs w:val="28"/>
          <w:lang w:val="uk-UA"/>
        </w:rPr>
        <w:t>МП</w:t>
      </w:r>
      <w:r w:rsidRPr="00BF1D03">
        <w:rPr>
          <w:rFonts w:ascii="Times New Roman" w:hAnsi="Times New Roman"/>
          <w:sz w:val="20"/>
          <w:szCs w:val="20"/>
          <w:lang w:val="uk-UA"/>
        </w:rPr>
        <w:t xml:space="preserve">  </w:t>
      </w:r>
      <w:r>
        <w:rPr>
          <w:rFonts w:ascii="Times New Roman" w:hAnsi="Times New Roman"/>
          <w:sz w:val="20"/>
          <w:szCs w:val="20"/>
          <w:lang w:val="uk-UA"/>
        </w:rPr>
        <w:t xml:space="preserve">                  </w:t>
      </w:r>
      <w:r w:rsidRPr="00871B15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Головний бухгалтер               </w:t>
      </w:r>
      <w:r w:rsidRPr="007E6E27">
        <w:rPr>
          <w:rFonts w:ascii="Times New Roman" w:hAnsi="Times New Roman"/>
          <w:sz w:val="28"/>
          <w:szCs w:val="28"/>
          <w:lang w:val="uk-UA"/>
        </w:rPr>
        <w:t>______________     _____________</w:t>
      </w:r>
      <w:r w:rsidRPr="00955DA7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</w:p>
    <w:p w:rsidR="009335F0" w:rsidRPr="009A4BF6" w:rsidRDefault="009335F0" w:rsidP="009A4BF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</w:t>
      </w:r>
      <w:r w:rsidRPr="009A4BF6">
        <w:rPr>
          <w:rFonts w:ascii="Times New Roman" w:hAnsi="Times New Roman"/>
          <w:sz w:val="24"/>
          <w:szCs w:val="24"/>
          <w:lang w:val="uk-UA"/>
        </w:rPr>
        <w:t xml:space="preserve">(підпис)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Pr="009A4BF6">
        <w:rPr>
          <w:rFonts w:ascii="Times New Roman" w:hAnsi="Times New Roman"/>
          <w:sz w:val="24"/>
          <w:szCs w:val="24"/>
          <w:lang w:val="uk-UA"/>
        </w:rPr>
        <w:t xml:space="preserve">  (ПІБ)</w:t>
      </w:r>
    </w:p>
    <w:p w:rsidR="009335F0" w:rsidRPr="00BF1D03" w:rsidRDefault="009335F0" w:rsidP="00D40C05">
      <w:pPr>
        <w:tabs>
          <w:tab w:val="left" w:pos="1560"/>
          <w:tab w:val="left" w:pos="723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</w:t>
      </w:r>
    </w:p>
    <w:p w:rsidR="009335F0" w:rsidRDefault="009335F0" w:rsidP="00382CB7">
      <w:pPr>
        <w:ind w:left="-709" w:firstLine="42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35F0" w:rsidRDefault="009335F0" w:rsidP="0067346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sectPr w:rsidR="009335F0" w:rsidSect="009608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2CB7"/>
    <w:rsid w:val="000360B8"/>
    <w:rsid w:val="00052663"/>
    <w:rsid w:val="00153B88"/>
    <w:rsid w:val="0019190B"/>
    <w:rsid w:val="00194A53"/>
    <w:rsid w:val="001B4307"/>
    <w:rsid w:val="00267847"/>
    <w:rsid w:val="003153F7"/>
    <w:rsid w:val="00330C2E"/>
    <w:rsid w:val="00376795"/>
    <w:rsid w:val="00382CB7"/>
    <w:rsid w:val="003C1669"/>
    <w:rsid w:val="0040554D"/>
    <w:rsid w:val="00472418"/>
    <w:rsid w:val="004A0044"/>
    <w:rsid w:val="004B241A"/>
    <w:rsid w:val="00673461"/>
    <w:rsid w:val="006B11AB"/>
    <w:rsid w:val="00700452"/>
    <w:rsid w:val="00706199"/>
    <w:rsid w:val="00735ECD"/>
    <w:rsid w:val="007E6E27"/>
    <w:rsid w:val="00871B15"/>
    <w:rsid w:val="008D2A5A"/>
    <w:rsid w:val="008F5835"/>
    <w:rsid w:val="009335F0"/>
    <w:rsid w:val="00955DA7"/>
    <w:rsid w:val="00960843"/>
    <w:rsid w:val="009944C4"/>
    <w:rsid w:val="009A4BF6"/>
    <w:rsid w:val="00A05BA4"/>
    <w:rsid w:val="00A97668"/>
    <w:rsid w:val="00AF1A1B"/>
    <w:rsid w:val="00BF1D03"/>
    <w:rsid w:val="00BF2DEE"/>
    <w:rsid w:val="00C75768"/>
    <w:rsid w:val="00D40C05"/>
    <w:rsid w:val="00D534D0"/>
    <w:rsid w:val="00D73067"/>
    <w:rsid w:val="00E57CE8"/>
    <w:rsid w:val="00F15D65"/>
    <w:rsid w:val="00F47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668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91</TotalTime>
  <Pages>1</Pages>
  <Words>212</Words>
  <Characters>1215</Characters>
  <Application>Microsoft Office Outlook</Application>
  <DocSecurity>0</DocSecurity>
  <Lines>0</Lines>
  <Paragraphs>0</Paragraphs>
  <ScaleCrop>false</ScaleCrop>
  <Company>Work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Kasa</dc:creator>
  <cp:keywords/>
  <dc:description/>
  <cp:lastModifiedBy>WS</cp:lastModifiedBy>
  <cp:revision>18</cp:revision>
  <cp:lastPrinted>2016-04-06T14:58:00Z</cp:lastPrinted>
  <dcterms:created xsi:type="dcterms:W3CDTF">2016-04-06T07:48:00Z</dcterms:created>
  <dcterms:modified xsi:type="dcterms:W3CDTF">2016-04-06T15:00:00Z</dcterms:modified>
</cp:coreProperties>
</file>